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DC" w:rsidRDefault="0078481B">
      <w:pPr>
        <w:rPr>
          <w:lang w:val="pl-PL"/>
        </w:rPr>
      </w:pPr>
      <w:r>
        <w:rPr>
          <w:lang w:val="pl-PL"/>
        </w:rPr>
        <w:t>Załączniki nr:</w:t>
      </w:r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Dokumentacja techniczna</w:t>
      </w:r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STWiOR</w:t>
      </w:r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Przedmiar robót</w:t>
      </w:r>
    </w:p>
    <w:p w:rsidR="000A59DC" w:rsidRDefault="0078481B">
      <w:pPr>
        <w:rPr>
          <w:lang w:val="pl-PL"/>
        </w:rPr>
      </w:pPr>
      <w:r>
        <w:rPr>
          <w:lang w:val="pl-PL"/>
        </w:rPr>
        <w:t>Dostępne do pobrania na BIP strony prowadzonego postępowania pod linkiem:</w:t>
      </w:r>
    </w:p>
    <w:p w:rsidR="000A59DC" w:rsidRDefault="000A59DC">
      <w:pPr>
        <w:jc w:val="center"/>
      </w:pPr>
      <w:hyperlink r:id="rId7" w:history="1">
        <w:r w:rsidR="0078481B">
          <w:rPr>
            <w:rStyle w:val="Hipercze"/>
            <w:b/>
            <w:lang w:val="pl-PL"/>
          </w:rPr>
          <w:t>https://www.gov.pl/web/nadlesnictwo-olesno/zamowienia-publiczne7</w:t>
        </w:r>
      </w:hyperlink>
    </w:p>
    <w:sectPr w:rsidR="000A59DC" w:rsidSect="000A59D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81B" w:rsidRDefault="0078481B" w:rsidP="000A59DC">
      <w:pPr>
        <w:spacing w:after="0" w:line="240" w:lineRule="auto"/>
      </w:pPr>
      <w:r>
        <w:separator/>
      </w:r>
    </w:p>
  </w:endnote>
  <w:endnote w:type="continuationSeparator" w:id="0">
    <w:p w:rsidR="0078481B" w:rsidRDefault="0078481B" w:rsidP="000A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81B" w:rsidRDefault="0078481B" w:rsidP="000A59DC">
      <w:pPr>
        <w:spacing w:after="0" w:line="240" w:lineRule="auto"/>
      </w:pPr>
      <w:r w:rsidRPr="000A59DC">
        <w:rPr>
          <w:color w:val="000000"/>
        </w:rPr>
        <w:separator/>
      </w:r>
    </w:p>
  </w:footnote>
  <w:footnote w:type="continuationSeparator" w:id="0">
    <w:p w:rsidR="0078481B" w:rsidRDefault="0078481B" w:rsidP="000A5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3D6"/>
    <w:multiLevelType w:val="multilevel"/>
    <w:tmpl w:val="3FDEA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9DC"/>
    <w:rsid w:val="000A59DC"/>
    <w:rsid w:val="002F167F"/>
    <w:rsid w:val="00784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A59DC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A59DC"/>
    <w:pPr>
      <w:ind w:left="720"/>
    </w:pPr>
  </w:style>
  <w:style w:type="character" w:styleId="Hipercze">
    <w:name w:val="Hyperlink"/>
    <w:basedOn w:val="Domylnaczcionkaakapitu"/>
    <w:rsid w:val="000A59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olesno/zamowienia-publiczne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Maksymilian Dobosz</dc:creator>
  <cp:lastModifiedBy>Maksymilian Dobosz</cp:lastModifiedBy>
  <cp:revision>2</cp:revision>
  <dcterms:created xsi:type="dcterms:W3CDTF">2021-09-01T09:55:00Z</dcterms:created>
  <dcterms:modified xsi:type="dcterms:W3CDTF">2021-09-01T09:55:00Z</dcterms:modified>
</cp:coreProperties>
</file>